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979F" w14:textId="3FBB6A6E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60F5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  <w:r w:rsidR="007369EA">
        <w:rPr>
          <w:lang w:eastAsia="cs-CZ"/>
        </w:rPr>
        <w:t xml:space="preserve"> </w:t>
      </w:r>
    </w:p>
    <w:p w14:paraId="08C0A3A7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62334FCE" w14:textId="77777777" w:rsidR="006766B1" w:rsidRPr="006E4763" w:rsidRDefault="006766B1" w:rsidP="006766B1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6E4763">
        <w:rPr>
          <w:rStyle w:val="Tun"/>
          <w:rFonts w:eastAsiaTheme="minorHAnsi"/>
        </w:rPr>
        <w:t>Účastník:</w:t>
      </w:r>
    </w:p>
    <w:p w14:paraId="65897EA1" w14:textId="6D0AC4A5" w:rsidR="006766B1" w:rsidRPr="006766B1" w:rsidRDefault="006766B1" w:rsidP="006766B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E4763">
        <w:rPr>
          <w:rStyle w:val="Tun"/>
          <w:rFonts w:eastAsiaTheme="minorHAnsi"/>
        </w:rPr>
        <w:t>Obchodní firma/jméno</w:t>
      </w:r>
      <w:r w:rsidRPr="006766B1">
        <w:rPr>
          <w:rFonts w:eastAsia="Times New Roman" w:cs="Times New Roman"/>
          <w:b/>
          <w:lang w:eastAsia="cs-CZ"/>
        </w:rPr>
        <w:tab/>
      </w:r>
      <w:r w:rsidR="00C84E50" w:rsidRPr="006E4763">
        <w:rPr>
          <w:rFonts w:eastAsia="Times New Roman" w:cs="Times New Roman"/>
          <w:bCs/>
          <w:highlight w:val="green"/>
          <w:lang w:val="en-US" w:eastAsia="cs-CZ"/>
        </w:rPr>
        <w:t>[</w:t>
      </w:r>
      <w:r w:rsidR="00C84E50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C84E50">
        <w:rPr>
          <w:rFonts w:eastAsia="Times New Roman" w:cs="Times New Roman"/>
          <w:highlight w:val="green"/>
          <w:lang w:eastAsia="cs-CZ"/>
        </w:rPr>
        <w:t xml:space="preserve"> ÚČASTNÍK</w:t>
      </w:r>
      <w:r w:rsidR="00C84E50">
        <w:rPr>
          <w:rFonts w:eastAsia="Times New Roman" w:cs="Times New Roman"/>
          <w:highlight w:val="green"/>
          <w:lang w:val="en-US" w:eastAsia="cs-CZ"/>
        </w:rPr>
        <w:t>]</w:t>
      </w:r>
    </w:p>
    <w:p w14:paraId="66CBDCCC" w14:textId="5126D079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Sídlo/místo podnikání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="00C84E50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C84E50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C84E50">
        <w:rPr>
          <w:rFonts w:eastAsia="Times New Roman" w:cs="Times New Roman"/>
          <w:highlight w:val="green"/>
          <w:lang w:eastAsia="cs-CZ"/>
        </w:rPr>
        <w:t xml:space="preserve"> ÚČASTNÍK</w:t>
      </w:r>
      <w:r w:rsidR="00C84E50">
        <w:rPr>
          <w:rFonts w:eastAsia="Times New Roman" w:cs="Times New Roman"/>
          <w:highlight w:val="green"/>
          <w:lang w:val="en-US" w:eastAsia="cs-CZ"/>
        </w:rPr>
        <w:t>]</w:t>
      </w:r>
    </w:p>
    <w:p w14:paraId="35E2770B" w14:textId="59188666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IČO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="00C84E50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C84E50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C84E50">
        <w:rPr>
          <w:rFonts w:eastAsia="Times New Roman" w:cs="Times New Roman"/>
          <w:highlight w:val="green"/>
          <w:lang w:eastAsia="cs-CZ"/>
        </w:rPr>
        <w:t xml:space="preserve"> ÚČASTNÍK</w:t>
      </w:r>
      <w:r w:rsidR="00C84E50">
        <w:rPr>
          <w:rFonts w:eastAsia="Times New Roman" w:cs="Times New Roman"/>
          <w:highlight w:val="green"/>
          <w:lang w:val="en-US" w:eastAsia="cs-CZ"/>
        </w:rPr>
        <w:t>]</w:t>
      </w:r>
    </w:p>
    <w:p w14:paraId="4BFDC147" w14:textId="1CE8EC18" w:rsidR="006766B1" w:rsidRPr="00D716B7" w:rsidRDefault="006766B1" w:rsidP="006E4763">
      <w:pPr>
        <w:pStyle w:val="Zastoupen"/>
      </w:pPr>
      <w:r w:rsidRPr="006766B1">
        <w:t>Zastoupen</w:t>
      </w:r>
      <w:r w:rsidRPr="006766B1">
        <w:tab/>
      </w:r>
      <w:r w:rsidRPr="006766B1">
        <w:tab/>
      </w:r>
      <w:r w:rsidRPr="006766B1">
        <w:tab/>
      </w:r>
      <w:r w:rsidR="00C84E50" w:rsidRPr="00D0734A">
        <w:rPr>
          <w:bCs/>
          <w:highlight w:val="green"/>
          <w:lang w:val="en-US"/>
        </w:rPr>
        <w:t>[</w:t>
      </w:r>
      <w:r w:rsidR="00C84E50" w:rsidRPr="00C84E50">
        <w:rPr>
          <w:bCs/>
          <w:highlight w:val="green"/>
        </w:rPr>
        <w:t>DOPLNÍ</w:t>
      </w:r>
      <w:r w:rsidR="00C84E50">
        <w:rPr>
          <w:highlight w:val="green"/>
        </w:rPr>
        <w:t xml:space="preserve"> ÚČASTNÍK</w:t>
      </w:r>
      <w:r w:rsidR="00C84E50">
        <w:rPr>
          <w:highlight w:val="green"/>
          <w:lang w:val="en-US"/>
        </w:rPr>
        <w:t>]</w:t>
      </w:r>
    </w:p>
    <w:p w14:paraId="724DCF7E" w14:textId="3FB1D0A1" w:rsidR="006766B1" w:rsidRPr="004661C0" w:rsidRDefault="006766B1" w:rsidP="001878C4">
      <w:pPr>
        <w:rPr>
          <w:lang w:eastAsia="cs-CZ"/>
        </w:rPr>
      </w:pPr>
      <w:r w:rsidRPr="004661C0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4661C0">
        <w:t>„</w:t>
      </w:r>
      <w:bookmarkEnd w:id="0"/>
      <w:r w:rsidR="00AB479A" w:rsidRPr="00AB479A">
        <w:rPr>
          <w:rStyle w:val="Tun"/>
          <w:rFonts w:eastAsiaTheme="minorHAnsi"/>
        </w:rPr>
        <w:t xml:space="preserve">Dodávka zaměstnaneckých čipových karet s funkcionalitami </w:t>
      </w:r>
      <w:proofErr w:type="spellStart"/>
      <w:r w:rsidR="00AB479A" w:rsidRPr="00AB479A">
        <w:rPr>
          <w:rStyle w:val="Tun"/>
          <w:rFonts w:eastAsiaTheme="minorHAnsi"/>
        </w:rPr>
        <w:t>stravenková</w:t>
      </w:r>
      <w:proofErr w:type="spellEnd"/>
      <w:r w:rsidR="00AB479A" w:rsidRPr="00AB479A">
        <w:rPr>
          <w:rStyle w:val="Tun"/>
          <w:rFonts w:eastAsiaTheme="minorHAnsi"/>
        </w:rPr>
        <w:t xml:space="preserve"> karta a benefit karta</w:t>
      </w:r>
      <w:r w:rsidRPr="004661C0">
        <w:t>“</w:t>
      </w:r>
      <w:r w:rsidRPr="004661C0">
        <w:rPr>
          <w:lang w:eastAsia="cs-CZ"/>
        </w:rPr>
        <w:t>, tímto čestně prohlašuje, že:</w:t>
      </w:r>
    </w:p>
    <w:p w14:paraId="2E1E0338" w14:textId="41209FEE" w:rsidR="006766B1" w:rsidRPr="00E20D68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4661C0">
        <w:rPr>
          <w:rFonts w:eastAsia="Times New Roman" w:cs="Times New Roman"/>
          <w:lang w:eastAsia="cs-CZ"/>
        </w:rPr>
        <w:t xml:space="preserve">minimální roční obrat dosažený dodavatelem </w:t>
      </w:r>
      <w:r w:rsidRPr="00E20D68">
        <w:rPr>
          <w:rFonts w:eastAsia="Times New Roman" w:cs="Times New Roman"/>
          <w:lang w:eastAsia="cs-CZ"/>
        </w:rPr>
        <w:t xml:space="preserve">zjištěný podle zvláštních právních předpisů </w:t>
      </w:r>
      <w:r w:rsidRPr="004661C0">
        <w:rPr>
          <w:rFonts w:eastAsia="Times New Roman" w:cs="Times New Roman"/>
          <w:lang w:eastAsia="cs-CZ"/>
        </w:rPr>
        <w:t xml:space="preserve">dosahoval </w:t>
      </w:r>
      <w:r w:rsidR="00D47C8B">
        <w:rPr>
          <w:rFonts w:eastAsia="Times New Roman" w:cs="Times New Roman"/>
          <w:lang w:eastAsia="cs-CZ"/>
        </w:rPr>
        <w:t>20</w:t>
      </w:r>
      <w:r w:rsidR="004661C0" w:rsidRPr="004661C0">
        <w:rPr>
          <w:rFonts w:eastAsia="Times New Roman" w:cs="Times New Roman"/>
          <w:lang w:eastAsia="cs-CZ"/>
        </w:rPr>
        <w:t> 000 000</w:t>
      </w:r>
      <w:r w:rsidRPr="004661C0">
        <w:rPr>
          <w:rFonts w:eastAsia="Times New Roman" w:cs="Times New Roman"/>
          <w:lang w:eastAsia="cs-CZ"/>
        </w:rPr>
        <w:t>,-</w:t>
      </w:r>
      <w:r w:rsidR="002F17F3">
        <w:rPr>
          <w:rFonts w:eastAsia="Times New Roman" w:cs="Times New Roman"/>
          <w:lang w:eastAsia="cs-CZ"/>
        </w:rPr>
        <w:t xml:space="preserve"> </w:t>
      </w:r>
      <w:r w:rsidRPr="004661C0">
        <w:rPr>
          <w:rFonts w:eastAsia="Times New Roman" w:cs="Times New Roman"/>
          <w:lang w:eastAsia="cs-CZ"/>
        </w:rPr>
        <w:t>Kč bez DPH za</w:t>
      </w:r>
      <w:r w:rsidRPr="00E20D68">
        <w:rPr>
          <w:rFonts w:eastAsia="Times New Roman" w:cs="Times New Roman"/>
          <w:lang w:eastAsia="cs-CZ"/>
        </w:rPr>
        <w:t xml:space="preserve"> každé ze tří uzavřených, bezprostředně předcházejících účetních období, jestliže účastník vznikl později, tak za všechna uzavřená účetní období od svého vzniku, a účastník tedy</w:t>
      </w:r>
    </w:p>
    <w:p w14:paraId="506E4B4B" w14:textId="77777777" w:rsidR="006766B1" w:rsidRPr="00D716B7" w:rsidRDefault="006766B1" w:rsidP="006E4763">
      <w:pPr>
        <w:rPr>
          <w:lang w:eastAsia="cs-CZ"/>
        </w:rPr>
      </w:pPr>
      <w:r w:rsidRPr="006E4763">
        <w:rPr>
          <w:rStyle w:val="Tun"/>
          <w:rFonts w:eastAsiaTheme="minorHAnsi"/>
        </w:rPr>
        <w:t>splňuje ekonomickou kvalifikaci</w:t>
      </w:r>
      <w:r w:rsidRPr="00D716B7">
        <w:rPr>
          <w:lang w:eastAsia="cs-CZ"/>
        </w:rPr>
        <w:t>,</w:t>
      </w:r>
    </w:p>
    <w:p w14:paraId="324B4ED1" w14:textId="77777777" w:rsidR="006766B1" w:rsidRPr="00E20D68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8860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595"/>
        <w:gridCol w:w="2206"/>
        <w:gridCol w:w="2206"/>
      </w:tblGrid>
      <w:tr w:rsidR="00C84E50" w:rsidRPr="00E20D68" w14:paraId="6A877572" w14:textId="77777777" w:rsidTr="000034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1B8836" w14:textId="77777777" w:rsidR="00C84E50" w:rsidRPr="00E20D68" w:rsidRDefault="00C84E50" w:rsidP="00C84E5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Uzavřené účetní období</w:t>
            </w:r>
          </w:p>
        </w:tc>
        <w:tc>
          <w:tcPr>
            <w:tcW w:w="15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14542C1" w14:textId="79C82CCC" w:rsidR="00C84E50" w:rsidRPr="006E4763" w:rsidRDefault="00C84E50" w:rsidP="006E4763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n-US" w:eastAsia="cs-CZ"/>
              </w:rPr>
            </w:pPr>
            <w:r w:rsidRPr="00C84E50">
              <w:rPr>
                <w:rFonts w:eastAsia="Times New Roman" w:cs="Times New Roman"/>
                <w:highlight w:val="green"/>
                <w:lang w:val="en-US" w:eastAsia="cs-CZ"/>
              </w:rPr>
              <w:t>[ROK</w:t>
            </w:r>
            <w:r>
              <w:rPr>
                <w:rFonts w:eastAsia="Times New Roman" w:cs="Times New Roman"/>
                <w:highlight w:val="green"/>
                <w:lang w:val="en-US" w:eastAsia="cs-CZ"/>
              </w:rPr>
              <w:t xml:space="preserve"> NEBO JINÁ IDENTIFIKACE</w:t>
            </w:r>
            <w:r w:rsidRPr="00C84E50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1EB65C" w14:textId="44D0D638" w:rsidR="00C84E50" w:rsidRPr="00E20D68" w:rsidRDefault="00C84E50" w:rsidP="006E4763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D0734A">
              <w:rPr>
                <w:rFonts w:eastAsia="Times New Roman" w:cs="Times New Roman"/>
                <w:highlight w:val="green"/>
                <w:lang w:val="en-US" w:eastAsia="cs-CZ"/>
              </w:rPr>
              <w:t>[ROK</w:t>
            </w:r>
            <w:r>
              <w:rPr>
                <w:rFonts w:eastAsia="Times New Roman" w:cs="Times New Roman"/>
                <w:highlight w:val="green"/>
                <w:lang w:val="en-US" w:eastAsia="cs-CZ"/>
              </w:rPr>
              <w:t xml:space="preserve"> NEBO JINÁ IDENTIFIKACE</w:t>
            </w:r>
            <w:r w:rsidRPr="00D0734A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46D5DD" w14:textId="278CB247" w:rsidR="00C84E50" w:rsidRPr="00E20D68" w:rsidRDefault="00C84E50" w:rsidP="006E4763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D0734A">
              <w:rPr>
                <w:rFonts w:eastAsia="Times New Roman" w:cs="Times New Roman"/>
                <w:highlight w:val="green"/>
                <w:lang w:val="en-US" w:eastAsia="cs-CZ"/>
              </w:rPr>
              <w:t>[ROK</w:t>
            </w:r>
            <w:r>
              <w:rPr>
                <w:rFonts w:eastAsia="Times New Roman" w:cs="Times New Roman"/>
                <w:highlight w:val="green"/>
                <w:lang w:val="en-US" w:eastAsia="cs-CZ"/>
              </w:rPr>
              <w:t xml:space="preserve"> NEBO JINÁ IDENTIFIKACE</w:t>
            </w:r>
            <w:r w:rsidRPr="00D0734A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C84E50" w:rsidRPr="00E20D68" w14:paraId="7CDBC256" w14:textId="77777777" w:rsidTr="000034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</w:tcPr>
          <w:p w14:paraId="69B18169" w14:textId="1BA43685" w:rsidR="00C84E50" w:rsidRPr="00E20D68" w:rsidRDefault="00C84E50" w:rsidP="00C84E5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Dosažený obrat dodavatele v tis. Kč</w:t>
            </w:r>
          </w:p>
        </w:tc>
        <w:tc>
          <w:tcPr>
            <w:tcW w:w="1595" w:type="dxa"/>
          </w:tcPr>
          <w:p w14:paraId="59BE81AB" w14:textId="3A2F280D" w:rsidR="00C84E50" w:rsidRPr="00CD011E" w:rsidRDefault="00CD011E" w:rsidP="006E4763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E4763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2206" w:type="dxa"/>
          </w:tcPr>
          <w:p w14:paraId="7C8165DE" w14:textId="2064A30A" w:rsidR="00C84E50" w:rsidRPr="00E20D68" w:rsidRDefault="00CD011E" w:rsidP="006E4763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D0734A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2206" w:type="dxa"/>
          </w:tcPr>
          <w:p w14:paraId="0B2DF34F" w14:textId="5BB18259" w:rsidR="00C84E50" w:rsidRPr="00E20D68" w:rsidRDefault="00CD011E" w:rsidP="006E4763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D0734A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</w:tr>
    </w:tbl>
    <w:p w14:paraId="40D25BBA" w14:textId="12FDA17E" w:rsidR="007369EA" w:rsidRDefault="006766B1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1670E6A6" w14:textId="77777777" w:rsidR="007369EA" w:rsidRDefault="007369EA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501D543" w14:textId="77777777" w:rsidR="007369EA" w:rsidRPr="00D716B7" w:rsidRDefault="007369EA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2630929" w14:textId="29D32133" w:rsidR="00ED4B10" w:rsidRPr="006766B1" w:rsidRDefault="006766B1" w:rsidP="006766B1">
      <w:r w:rsidRPr="00D716B7">
        <w:t xml:space="preserve">V </w:t>
      </w:r>
      <w:r w:rsidR="00B11450" w:rsidRPr="00D0734A">
        <w:rPr>
          <w:rFonts w:eastAsia="Times New Roman" w:cs="Times New Roman"/>
          <w:bCs/>
          <w:highlight w:val="green"/>
          <w:lang w:val="en-US"/>
        </w:rPr>
        <w:t>[</w:t>
      </w:r>
      <w:r w:rsidR="00B11450" w:rsidRPr="00C84E50">
        <w:rPr>
          <w:rFonts w:eastAsia="Times New Roman" w:cs="Times New Roman"/>
          <w:bCs/>
          <w:highlight w:val="green"/>
        </w:rPr>
        <w:t>DOPLNÍ</w:t>
      </w:r>
      <w:r w:rsidR="00B11450">
        <w:rPr>
          <w:rFonts w:eastAsia="Times New Roman" w:cs="Times New Roman"/>
          <w:highlight w:val="green"/>
        </w:rPr>
        <w:t xml:space="preserve"> ÚČASTNÍK</w:t>
      </w:r>
      <w:r w:rsidR="00B11450">
        <w:rPr>
          <w:rFonts w:eastAsia="Times New Roman" w:cs="Times New Roman"/>
          <w:highlight w:val="green"/>
          <w:lang w:val="en-US"/>
        </w:rPr>
        <w:t>]</w:t>
      </w:r>
      <w:r w:rsidRPr="00D716B7">
        <w:t xml:space="preserve"> dne </w:t>
      </w:r>
      <w:r w:rsidR="00B11450" w:rsidRPr="00D0734A">
        <w:rPr>
          <w:rFonts w:eastAsia="Times New Roman" w:cs="Times New Roman"/>
          <w:bCs/>
          <w:highlight w:val="green"/>
          <w:lang w:val="en-US"/>
        </w:rPr>
        <w:t>[</w:t>
      </w:r>
      <w:r w:rsidR="00B11450" w:rsidRPr="00C84E50">
        <w:rPr>
          <w:rFonts w:eastAsia="Times New Roman" w:cs="Times New Roman"/>
          <w:bCs/>
          <w:highlight w:val="green"/>
        </w:rPr>
        <w:t>DOPLNÍ</w:t>
      </w:r>
      <w:r w:rsidR="00B11450">
        <w:rPr>
          <w:rFonts w:eastAsia="Times New Roman" w:cs="Times New Roman"/>
          <w:highlight w:val="green"/>
        </w:rPr>
        <w:t xml:space="preserve"> ÚČASTNÍK</w:t>
      </w:r>
      <w:r w:rsidR="00B11450">
        <w:rPr>
          <w:rFonts w:eastAsia="Times New Roman" w:cs="Times New Roman"/>
          <w:highlight w:val="green"/>
          <w:lang w:val="en-US"/>
        </w:rPr>
        <w:t>]</w:t>
      </w:r>
    </w:p>
    <w:sectPr w:rsidR="00ED4B10" w:rsidRPr="006766B1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75B74" w14:textId="77777777" w:rsidR="00CC01BC" w:rsidRDefault="00CC01BC" w:rsidP="00962258">
      <w:pPr>
        <w:spacing w:after="0" w:line="240" w:lineRule="auto"/>
      </w:pPr>
      <w:r>
        <w:separator/>
      </w:r>
    </w:p>
  </w:endnote>
  <w:endnote w:type="continuationSeparator" w:id="0">
    <w:p w14:paraId="5452E749" w14:textId="77777777" w:rsidR="00CC01BC" w:rsidRDefault="00CC01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4002B" w14:textId="77777777" w:rsidR="00C014DC" w:rsidRDefault="00C014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B6E28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29315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014D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334A270" w:rsidR="00C014DC" w:rsidRPr="00B8518B" w:rsidRDefault="00C014DC" w:rsidP="00C014D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B10AC7" w14:textId="52E8638E" w:rsidR="00C014DC" w:rsidRDefault="00C014DC" w:rsidP="006E4763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0234A1F" w14:textId="40C99892" w:rsidR="00C014DC" w:rsidRDefault="00C014DC" w:rsidP="006E4763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04DF5232" w14:textId="77777777" w:rsidR="00C014DC" w:rsidRDefault="00C014DC" w:rsidP="00C014DC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37245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90B8B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65C40" w14:textId="77777777" w:rsidR="00CC01BC" w:rsidRDefault="00CC01BC" w:rsidP="00962258">
      <w:pPr>
        <w:spacing w:after="0" w:line="240" w:lineRule="auto"/>
      </w:pPr>
      <w:r>
        <w:separator/>
      </w:r>
    </w:p>
  </w:footnote>
  <w:footnote w:type="continuationSeparator" w:id="0">
    <w:p w14:paraId="2DCAA943" w14:textId="77777777" w:rsidR="00CC01BC" w:rsidRDefault="00CC01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9D780" w14:textId="77777777" w:rsidR="00C014DC" w:rsidRDefault="00C014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 w16cid:durableId="1116951690">
    <w:abstractNumId w:val="3"/>
  </w:num>
  <w:num w:numId="2" w16cid:durableId="411438273">
    <w:abstractNumId w:val="2"/>
  </w:num>
  <w:num w:numId="3" w16cid:durableId="14548595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4933930">
    <w:abstractNumId w:val="13"/>
  </w:num>
  <w:num w:numId="5" w16cid:durableId="1133450955">
    <w:abstractNumId w:val="4"/>
  </w:num>
  <w:num w:numId="6" w16cid:durableId="30963055">
    <w:abstractNumId w:val="5"/>
  </w:num>
  <w:num w:numId="7" w16cid:durableId="1331059440">
    <w:abstractNumId w:val="0"/>
  </w:num>
  <w:num w:numId="8" w16cid:durableId="1647391252">
    <w:abstractNumId w:val="7"/>
  </w:num>
  <w:num w:numId="9" w16cid:durableId="7407171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08652341">
    <w:abstractNumId w:val="5"/>
  </w:num>
  <w:num w:numId="11" w16cid:durableId="527527777">
    <w:abstractNumId w:val="2"/>
  </w:num>
  <w:num w:numId="12" w16cid:durableId="1509903475">
    <w:abstractNumId w:val="5"/>
  </w:num>
  <w:num w:numId="13" w16cid:durableId="2004963856">
    <w:abstractNumId w:val="5"/>
  </w:num>
  <w:num w:numId="14" w16cid:durableId="2031683469">
    <w:abstractNumId w:val="5"/>
  </w:num>
  <w:num w:numId="15" w16cid:durableId="298076090">
    <w:abstractNumId w:val="5"/>
  </w:num>
  <w:num w:numId="16" w16cid:durableId="658265011">
    <w:abstractNumId w:val="14"/>
  </w:num>
  <w:num w:numId="17" w16cid:durableId="1720469218">
    <w:abstractNumId w:val="3"/>
  </w:num>
  <w:num w:numId="18" w16cid:durableId="1376125922">
    <w:abstractNumId w:val="14"/>
  </w:num>
  <w:num w:numId="19" w16cid:durableId="1315642144">
    <w:abstractNumId w:val="14"/>
  </w:num>
  <w:num w:numId="20" w16cid:durableId="1367221694">
    <w:abstractNumId w:val="14"/>
  </w:num>
  <w:num w:numId="21" w16cid:durableId="1486312861">
    <w:abstractNumId w:val="14"/>
  </w:num>
  <w:num w:numId="22" w16cid:durableId="2144225867">
    <w:abstractNumId w:val="5"/>
  </w:num>
  <w:num w:numId="23" w16cid:durableId="2069567101">
    <w:abstractNumId w:val="2"/>
  </w:num>
  <w:num w:numId="24" w16cid:durableId="1784881822">
    <w:abstractNumId w:val="5"/>
  </w:num>
  <w:num w:numId="25" w16cid:durableId="356928550">
    <w:abstractNumId w:val="5"/>
  </w:num>
  <w:num w:numId="26" w16cid:durableId="1835146359">
    <w:abstractNumId w:val="5"/>
  </w:num>
  <w:num w:numId="27" w16cid:durableId="996373629">
    <w:abstractNumId w:val="5"/>
  </w:num>
  <w:num w:numId="28" w16cid:durableId="283077059">
    <w:abstractNumId w:val="14"/>
  </w:num>
  <w:num w:numId="29" w16cid:durableId="1733037108">
    <w:abstractNumId w:val="3"/>
  </w:num>
  <w:num w:numId="30" w16cid:durableId="1708291755">
    <w:abstractNumId w:val="14"/>
  </w:num>
  <w:num w:numId="31" w16cid:durableId="309674240">
    <w:abstractNumId w:val="14"/>
  </w:num>
  <w:num w:numId="32" w16cid:durableId="182209860">
    <w:abstractNumId w:val="14"/>
  </w:num>
  <w:num w:numId="33" w16cid:durableId="2016835523">
    <w:abstractNumId w:val="14"/>
  </w:num>
  <w:num w:numId="34" w16cid:durableId="1039814734">
    <w:abstractNumId w:val="10"/>
  </w:num>
  <w:num w:numId="35" w16cid:durableId="1698122958">
    <w:abstractNumId w:val="11"/>
  </w:num>
  <w:num w:numId="36" w16cid:durableId="604189495">
    <w:abstractNumId w:val="1"/>
  </w:num>
  <w:num w:numId="37" w16cid:durableId="1601527854">
    <w:abstractNumId w:val="6"/>
  </w:num>
  <w:num w:numId="38" w16cid:durableId="1429614408">
    <w:abstractNumId w:val="9"/>
  </w:num>
  <w:num w:numId="39" w16cid:durableId="987973422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 w16cid:durableId="57385842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5D"/>
    <w:rsid w:val="00003453"/>
    <w:rsid w:val="00011E5D"/>
    <w:rsid w:val="0006138D"/>
    <w:rsid w:val="00072C1E"/>
    <w:rsid w:val="000E23A7"/>
    <w:rsid w:val="000E3F04"/>
    <w:rsid w:val="0010693F"/>
    <w:rsid w:val="00114472"/>
    <w:rsid w:val="001550BC"/>
    <w:rsid w:val="001605B9"/>
    <w:rsid w:val="00161BD1"/>
    <w:rsid w:val="00170783"/>
    <w:rsid w:val="00170EC5"/>
    <w:rsid w:val="001747C1"/>
    <w:rsid w:val="00180C10"/>
    <w:rsid w:val="00184743"/>
    <w:rsid w:val="001878C4"/>
    <w:rsid w:val="00197DE3"/>
    <w:rsid w:val="001D4234"/>
    <w:rsid w:val="00207DF5"/>
    <w:rsid w:val="00280E07"/>
    <w:rsid w:val="0029793A"/>
    <w:rsid w:val="002C31BF"/>
    <w:rsid w:val="002D08B1"/>
    <w:rsid w:val="002E0CD7"/>
    <w:rsid w:val="002F17F3"/>
    <w:rsid w:val="00335328"/>
    <w:rsid w:val="00341DCF"/>
    <w:rsid w:val="00357BC6"/>
    <w:rsid w:val="00360F57"/>
    <w:rsid w:val="00381101"/>
    <w:rsid w:val="003956C6"/>
    <w:rsid w:val="003E4ED3"/>
    <w:rsid w:val="00441430"/>
    <w:rsid w:val="0044749F"/>
    <w:rsid w:val="00450F07"/>
    <w:rsid w:val="00453CD3"/>
    <w:rsid w:val="00460660"/>
    <w:rsid w:val="004661C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3A7"/>
    <w:rsid w:val="00553375"/>
    <w:rsid w:val="00557C28"/>
    <w:rsid w:val="005626DF"/>
    <w:rsid w:val="0056358F"/>
    <w:rsid w:val="005736B7"/>
    <w:rsid w:val="00575E5A"/>
    <w:rsid w:val="00584EF1"/>
    <w:rsid w:val="005B4154"/>
    <w:rsid w:val="005F1404"/>
    <w:rsid w:val="006037DF"/>
    <w:rsid w:val="0061068E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B657E"/>
    <w:rsid w:val="006D7AFE"/>
    <w:rsid w:val="006E03CE"/>
    <w:rsid w:val="006E0578"/>
    <w:rsid w:val="006E314D"/>
    <w:rsid w:val="006E4763"/>
    <w:rsid w:val="006F72FE"/>
    <w:rsid w:val="00710723"/>
    <w:rsid w:val="00717AD6"/>
    <w:rsid w:val="00723ED1"/>
    <w:rsid w:val="007369EA"/>
    <w:rsid w:val="00743525"/>
    <w:rsid w:val="00753C8E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9F6999"/>
    <w:rsid w:val="00A57234"/>
    <w:rsid w:val="00A6177B"/>
    <w:rsid w:val="00A6534B"/>
    <w:rsid w:val="00A66136"/>
    <w:rsid w:val="00A942D6"/>
    <w:rsid w:val="00AA4CBB"/>
    <w:rsid w:val="00AA65FA"/>
    <w:rsid w:val="00AA7351"/>
    <w:rsid w:val="00AB479A"/>
    <w:rsid w:val="00AD056F"/>
    <w:rsid w:val="00AD6731"/>
    <w:rsid w:val="00B11450"/>
    <w:rsid w:val="00B15065"/>
    <w:rsid w:val="00B15D0D"/>
    <w:rsid w:val="00B72056"/>
    <w:rsid w:val="00B75EE1"/>
    <w:rsid w:val="00B77481"/>
    <w:rsid w:val="00B82EE1"/>
    <w:rsid w:val="00B8518B"/>
    <w:rsid w:val="00B94CFA"/>
    <w:rsid w:val="00B97813"/>
    <w:rsid w:val="00BD7E91"/>
    <w:rsid w:val="00C014DC"/>
    <w:rsid w:val="00C02D0A"/>
    <w:rsid w:val="00C03A6E"/>
    <w:rsid w:val="00C0526A"/>
    <w:rsid w:val="00C44F6A"/>
    <w:rsid w:val="00C465AA"/>
    <w:rsid w:val="00C47AE3"/>
    <w:rsid w:val="00C84E50"/>
    <w:rsid w:val="00CC01BC"/>
    <w:rsid w:val="00CD011E"/>
    <w:rsid w:val="00CD1FC4"/>
    <w:rsid w:val="00D11E08"/>
    <w:rsid w:val="00D21061"/>
    <w:rsid w:val="00D4108E"/>
    <w:rsid w:val="00D47C8B"/>
    <w:rsid w:val="00D6163D"/>
    <w:rsid w:val="00D73D46"/>
    <w:rsid w:val="00D831A3"/>
    <w:rsid w:val="00DC75F3"/>
    <w:rsid w:val="00DC7CC1"/>
    <w:rsid w:val="00DD46F3"/>
    <w:rsid w:val="00DE56F2"/>
    <w:rsid w:val="00DF116D"/>
    <w:rsid w:val="00E36C4A"/>
    <w:rsid w:val="00E81B85"/>
    <w:rsid w:val="00EB104F"/>
    <w:rsid w:val="00ED14BD"/>
    <w:rsid w:val="00ED4B10"/>
    <w:rsid w:val="00F0533E"/>
    <w:rsid w:val="00F1048D"/>
    <w:rsid w:val="00F12DEC"/>
    <w:rsid w:val="00F13A30"/>
    <w:rsid w:val="00F1715C"/>
    <w:rsid w:val="00F310F8"/>
    <w:rsid w:val="00F35939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127A1"/>
  <w14:defaultImageDpi w14:val="32767"/>
  <w15:docId w15:val="{778BF0DD-9A10-4D57-BF66-36CC706F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78C4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1878C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878C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line="280" w:lineRule="exact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line="280" w:lineRule="exact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1878C4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1878C4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1878C4"/>
    <w:pPr>
      <w:spacing w:before="600"/>
    </w:pPr>
    <w:rPr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1878C4"/>
    <w:rPr>
      <w:lang w:eastAsia="cs-CZ"/>
    </w:rPr>
  </w:style>
  <w:style w:type="paragraph" w:customStyle="1" w:styleId="Zastoupen">
    <w:name w:val="Zastoupen"/>
    <w:basedOn w:val="Normln"/>
    <w:link w:val="ZastoupenChar"/>
    <w:qFormat/>
    <w:rsid w:val="009F6999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9F6999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C478F2-389D-42D0-A77D-E6FB19C9B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7EAC2C-BB8E-4B4A-BC35-92D7DA77D3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8</cp:revision>
  <cp:lastPrinted>2024-06-07T06:18:00Z</cp:lastPrinted>
  <dcterms:created xsi:type="dcterms:W3CDTF">2023-12-11T07:18:00Z</dcterms:created>
  <dcterms:modified xsi:type="dcterms:W3CDTF">2024-06-07T06:19:00Z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